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F167" w14:textId="77777777" w:rsidR="00DD043C" w:rsidRDefault="009310A9">
      <w:pPr>
        <w:pStyle w:val="Adresse"/>
        <w:tabs>
          <w:tab w:val="clear" w:pos="8505"/>
        </w:tabs>
        <w:spacing w:line="360" w:lineRule="auto"/>
        <w:ind w:left="4536"/>
        <w:rPr>
          <w:rFonts w:ascii="Arial" w:hAnsi="Arial"/>
          <w:color w:val="333300"/>
          <w:sz w:val="28"/>
          <w:szCs w:val="28"/>
        </w:rPr>
      </w:pPr>
      <w:r>
        <w:rPr>
          <w:rFonts w:ascii="Arial" w:hAnsi="Arial"/>
          <w:noProof/>
        </w:rPr>
        <w:drawing>
          <wp:inline distT="0" distB="0" distL="0" distR="0" wp14:anchorId="013437AF" wp14:editId="07777777">
            <wp:extent cx="1403985" cy="1828800"/>
            <wp:effectExtent l="0" t="0" r="0" b="0"/>
            <wp:docPr id="5" name="Image 5" descr="C:\Users\jgreen\AppData\Local\Microsoft\Windows\Temporary Internet Files\Content.IE5\I9BZXX4X\MCj030103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green\AppData\Local\Microsoft\Windows\Temporary Internet Files\Content.IE5\I9BZXX4X\MCj0301036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23C4">
        <w:rPr>
          <w:rFonts w:ascii="Arial" w:hAnsi="Arial"/>
        </w:rPr>
        <w:br/>
      </w:r>
      <w:r w:rsidR="00CF23C4" w:rsidRPr="00984B25">
        <w:rPr>
          <w:rFonts w:ascii="Arial" w:hAnsi="Arial"/>
          <w:color w:val="333300"/>
          <w:sz w:val="28"/>
          <w:szCs w:val="28"/>
        </w:rPr>
        <w:t xml:space="preserve">JOLIE PLANTE SARL </w:t>
      </w:r>
      <w:r w:rsidR="00CF23C4" w:rsidRPr="00984B25">
        <w:rPr>
          <w:rFonts w:ascii="Arial" w:hAnsi="Arial"/>
          <w:color w:val="333300"/>
          <w:sz w:val="28"/>
          <w:szCs w:val="28"/>
        </w:rPr>
        <w:br/>
        <w:t>12 rue du bouton d'or</w:t>
      </w:r>
      <w:r w:rsidR="00CF23C4" w:rsidRPr="00984B25">
        <w:rPr>
          <w:rFonts w:ascii="Arial" w:hAnsi="Arial"/>
          <w:color w:val="333300"/>
          <w:sz w:val="28"/>
          <w:szCs w:val="28"/>
        </w:rPr>
        <w:br/>
        <w:t>14000 Caen</w:t>
      </w:r>
    </w:p>
    <w:p w14:paraId="0CA8453D" w14:textId="61A81A2F" w:rsidR="00DD043C" w:rsidRDefault="00CF23C4">
      <w:pPr>
        <w:pStyle w:val="n1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 xml:space="preserve">CAEN, le </w:t>
      </w:r>
      <w:r>
        <w:fldChar w:fldCharType="begin"/>
      </w:r>
      <w:r>
        <w:instrText>TIME \@ "d MMMM yyyy"</w:instrText>
      </w:r>
      <w:r>
        <w:fldChar w:fldCharType="separate"/>
      </w:r>
      <w:r w:rsidR="008E567B">
        <w:rPr>
          <w:noProof/>
        </w:rPr>
        <w:t>17 janvier 2023</w:t>
      </w:r>
      <w:r>
        <w:fldChar w:fldCharType="end"/>
      </w:r>
    </w:p>
    <w:p w14:paraId="5E4AA07D" w14:textId="77777777" w:rsidR="00DD043C" w:rsidRDefault="00CF23C4">
      <w:pPr>
        <w:pStyle w:val="n2"/>
        <w:shd w:val="pct10" w:color="auto" w:fill="FFFFFF"/>
        <w:ind w:right="4677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à l'attention de Madame Rose DAMAS</w:t>
      </w:r>
    </w:p>
    <w:p w14:paraId="08240D5E" w14:textId="71EF2689" w:rsidR="00DD043C" w:rsidRDefault="00CF23C4">
      <w:pPr>
        <w:pStyle w:val="n1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Madame,</w:t>
      </w:r>
      <w:r w:rsidR="008E567B">
        <w:rPr>
          <w:rFonts w:ascii="Arial" w:hAnsi="Arial"/>
          <w:color w:val="333300"/>
        </w:rPr>
        <w:t xml:space="preserve"> </w:t>
      </w:r>
    </w:p>
    <w:p w14:paraId="153DBB23" w14:textId="77777777" w:rsidR="00DD043C" w:rsidRDefault="00CF23C4">
      <w:pPr>
        <w:pStyle w:val="n1"/>
        <w:jc w:val="both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Nous avons le plaisir de vous faire savoir que votre commande de pivoines arbustives est arrivée ce jour.</w:t>
      </w:r>
    </w:p>
    <w:p w14:paraId="7F6BFDD9" w14:textId="77777777" w:rsidR="00DD043C" w:rsidRDefault="00CF23C4">
      <w:pPr>
        <w:pStyle w:val="n1"/>
        <w:jc w:val="both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Cette commande est à votre disposition pour enlèvement à partir de ce jour.</w:t>
      </w:r>
    </w:p>
    <w:p w14:paraId="69EF7282" w14:textId="77777777" w:rsidR="00DD043C" w:rsidRDefault="00CF23C4">
      <w:pPr>
        <w:pStyle w:val="n1"/>
        <w:jc w:val="both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Nous vous souhaitons bonne réception de la présente.</w:t>
      </w:r>
    </w:p>
    <w:p w14:paraId="0ABAD721" w14:textId="77777777" w:rsidR="00DD043C" w:rsidRDefault="00CF23C4">
      <w:pPr>
        <w:pStyle w:val="n1"/>
        <w:jc w:val="both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Nous vous prions d'agréer, Madame, nos sincères salutations.</w:t>
      </w:r>
    </w:p>
    <w:p w14:paraId="614509D1" w14:textId="77777777" w:rsidR="00DD043C" w:rsidRDefault="00CF23C4">
      <w:pPr>
        <w:pStyle w:val="n1"/>
        <w:tabs>
          <w:tab w:val="clear" w:pos="3402"/>
        </w:tabs>
        <w:spacing w:before="960"/>
        <w:ind w:left="4536"/>
        <w:jc w:val="both"/>
        <w:rPr>
          <w:rFonts w:ascii="Arial" w:hAnsi="Arial"/>
          <w:color w:val="333300"/>
        </w:rPr>
      </w:pPr>
      <w:r w:rsidRPr="00984B25">
        <w:rPr>
          <w:rFonts w:ascii="Arial" w:hAnsi="Arial"/>
          <w:color w:val="333300"/>
        </w:rPr>
        <w:t>LE RESPONSABLE DU MAGASIN</w:t>
      </w:r>
    </w:p>
    <w:sectPr w:rsidR="00DD043C" w:rsidSect="000D1195">
      <w:footerReference w:type="default" r:id="rId8"/>
      <w:pgSz w:w="11907" w:h="16840" w:code="9"/>
      <w:pgMar w:top="1134" w:right="1134" w:bottom="1134" w:left="1134" w:header="680" w:footer="68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501D" w14:textId="77777777" w:rsidR="009B35AF" w:rsidRDefault="009B35AF">
      <w:r>
        <w:separator/>
      </w:r>
    </w:p>
  </w:endnote>
  <w:endnote w:type="continuationSeparator" w:id="0">
    <w:p w14:paraId="5DAB6C7B" w14:textId="77777777" w:rsidR="009B35AF" w:rsidRDefault="009B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701 BT">
    <w:charset w:val="00"/>
    <w:family w:val="roman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6659" w14:textId="77777777" w:rsidR="00DD043C" w:rsidRDefault="009310A9">
    <w:pPr>
      <w:pStyle w:val="Pieddepage"/>
    </w:pPr>
    <w:r>
      <w:rPr>
        <w:noProof/>
      </w:rPr>
      <w:drawing>
        <wp:inline distT="0" distB="0" distL="0" distR="0" wp14:anchorId="3C8958AF" wp14:editId="07777777">
          <wp:extent cx="4686300" cy="180975"/>
          <wp:effectExtent l="0" t="0" r="0" b="0"/>
          <wp:docPr id="2" name="Image 2" descr="BD21313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D21313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378F" w14:textId="77777777" w:rsidR="009B35AF" w:rsidRDefault="009B35AF">
      <w:r>
        <w:separator/>
      </w:r>
    </w:p>
  </w:footnote>
  <w:footnote w:type="continuationSeparator" w:id="0">
    <w:p w14:paraId="6A05A809" w14:textId="77777777" w:rsidR="009B35AF" w:rsidRDefault="009B3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137496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237"/>
    <w:rsid w:val="00097040"/>
    <w:rsid w:val="000D1195"/>
    <w:rsid w:val="00141237"/>
    <w:rsid w:val="002C5B52"/>
    <w:rsid w:val="003156B5"/>
    <w:rsid w:val="006F0FE9"/>
    <w:rsid w:val="008E567B"/>
    <w:rsid w:val="009310A9"/>
    <w:rsid w:val="00984B25"/>
    <w:rsid w:val="009B35AF"/>
    <w:rsid w:val="00BF669A"/>
    <w:rsid w:val="00CB201F"/>
    <w:rsid w:val="00CE343C"/>
    <w:rsid w:val="00CE3565"/>
    <w:rsid w:val="00CF23C4"/>
    <w:rsid w:val="00D226B5"/>
    <w:rsid w:val="00D37165"/>
    <w:rsid w:val="00DD043C"/>
    <w:rsid w:val="67EF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F218A67"/>
  <w15:docId w15:val="{16BD0E74-3400-446D-908B-53BA7A78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D1195"/>
    <w:pPr>
      <w:keepLines/>
      <w:spacing w:after="120"/>
      <w:ind w:left="284" w:right="283" w:firstLine="567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qFormat/>
    <w:rsid w:val="000D1195"/>
    <w:pPr>
      <w:keepNext/>
      <w:numPr>
        <w:numId w:val="1"/>
      </w:numPr>
      <w:spacing w:before="240"/>
      <w:outlineLvl w:val="0"/>
    </w:pPr>
    <w:rPr>
      <w:rFonts w:ascii="News701 BT" w:hAnsi="News701 BT"/>
      <w:b/>
      <w:sz w:val="28"/>
      <w:u w:val="single"/>
    </w:rPr>
  </w:style>
  <w:style w:type="paragraph" w:styleId="Titre2">
    <w:name w:val="heading 2"/>
    <w:basedOn w:val="Normal"/>
    <w:next w:val="Normal"/>
    <w:qFormat/>
    <w:rsid w:val="000D1195"/>
    <w:pPr>
      <w:keepNext/>
      <w:numPr>
        <w:ilvl w:val="1"/>
        <w:numId w:val="1"/>
      </w:numPr>
      <w:spacing w:before="240" w:after="60"/>
      <w:outlineLvl w:val="1"/>
    </w:pPr>
    <w:rPr>
      <w:rFonts w:ascii="News701 BT" w:hAnsi="News701 BT"/>
      <w:u w:val="single"/>
    </w:rPr>
  </w:style>
  <w:style w:type="paragraph" w:styleId="Titre3">
    <w:name w:val="heading 3"/>
    <w:basedOn w:val="Normal"/>
    <w:next w:val="Normal"/>
    <w:qFormat/>
    <w:rsid w:val="000D1195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rsid w:val="000D119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Titre5">
    <w:name w:val="heading 5"/>
    <w:basedOn w:val="Normal"/>
    <w:next w:val="Normal"/>
    <w:qFormat/>
    <w:rsid w:val="000D1195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rsid w:val="000D1195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rsid w:val="000D1195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Normal"/>
    <w:next w:val="Normal"/>
    <w:qFormat/>
    <w:rsid w:val="000D1195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0D1195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119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D119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1195"/>
  </w:style>
  <w:style w:type="paragraph" w:styleId="Lgende">
    <w:name w:val="caption"/>
    <w:basedOn w:val="Normal"/>
    <w:next w:val="Normal"/>
    <w:qFormat/>
    <w:rsid w:val="000D1195"/>
    <w:pPr>
      <w:spacing w:before="120"/>
    </w:pPr>
    <w:rPr>
      <w:b/>
    </w:rPr>
  </w:style>
  <w:style w:type="paragraph" w:customStyle="1" w:styleId="n1">
    <w:name w:val="n1"/>
    <w:basedOn w:val="Normal"/>
    <w:rsid w:val="000D1195"/>
    <w:pPr>
      <w:keepLines w:val="0"/>
      <w:tabs>
        <w:tab w:val="left" w:pos="3402"/>
      </w:tabs>
      <w:spacing w:after="240" w:line="360" w:lineRule="atLeast"/>
      <w:ind w:left="0" w:right="0" w:firstLine="0"/>
    </w:pPr>
    <w:rPr>
      <w:rFonts w:ascii="Dutch" w:hAnsi="Dutch"/>
    </w:rPr>
  </w:style>
  <w:style w:type="paragraph" w:customStyle="1" w:styleId="Adresse">
    <w:name w:val="Adresse"/>
    <w:basedOn w:val="Normal"/>
    <w:rsid w:val="000D1195"/>
    <w:pPr>
      <w:keepLines w:val="0"/>
      <w:tabs>
        <w:tab w:val="right" w:pos="8505"/>
      </w:tabs>
      <w:spacing w:before="240" w:after="240"/>
      <w:ind w:left="5670" w:right="0" w:firstLine="0"/>
    </w:pPr>
    <w:rPr>
      <w:rFonts w:ascii="Dutch" w:hAnsi="Dutch"/>
      <w:b/>
    </w:rPr>
  </w:style>
  <w:style w:type="paragraph" w:customStyle="1" w:styleId="n2">
    <w:name w:val="n2"/>
    <w:basedOn w:val="Normal"/>
    <w:rsid w:val="000D1195"/>
    <w:pPr>
      <w:keepLines w:val="0"/>
      <w:tabs>
        <w:tab w:val="left" w:pos="709"/>
      </w:tabs>
      <w:spacing w:after="480"/>
      <w:ind w:left="0" w:right="0" w:firstLine="0"/>
    </w:pPr>
    <w:rPr>
      <w:rFonts w:ascii="Dutch" w:hAnsi="Dutch"/>
      <w:b/>
      <w:smallCaps/>
      <w:u w:val="single"/>
    </w:rPr>
  </w:style>
  <w:style w:type="paragraph" w:styleId="Textedebulles">
    <w:name w:val="Balloon Text"/>
    <w:basedOn w:val="Normal"/>
    <w:link w:val="TextedebullesCar"/>
    <w:rsid w:val="00CE343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34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6\MODELES\EXEMPLES.DOT" TargetMode="External"/></Relationships>
</file>

<file path=word/theme/theme1.xml><?xml version="1.0" encoding="utf-8"?>
<a:theme xmlns:a="http://schemas.openxmlformats.org/drawingml/2006/main" name="Thème Office">
  <a:themeElements>
    <a:clrScheme name="Bureau 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 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 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EXEMPLES.DOT</Template>
  <TotalTime>0</TotalTime>
  <Pages>1</Pages>
  <Words>72</Words>
  <Characters>397</Characters>
  <Application>Microsoft Office Word</Application>
  <DocSecurity>0</DocSecurity>
  <Lines>3</Lines>
  <Paragraphs>1</Paragraphs>
  <ScaleCrop>false</ScaleCrop>
  <Company>IOS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1</dc:title>
  <dc:subject>exercice niveau 1</dc:subject>
  <dc:creator>IOS</dc:creator>
  <cp:keywords/>
  <dc:description>- saisie
- mise en page
- mise en forme
- disposition
- insertion d'images
- positionnement d'images
- utilisation et création de styles</dc:description>
  <cp:lastModifiedBy>joel Green</cp:lastModifiedBy>
  <cp:revision>8</cp:revision>
  <cp:lastPrinted>1997-10-07T12:09:00Z</cp:lastPrinted>
  <dcterms:created xsi:type="dcterms:W3CDTF">2006-10-17T13:40:00Z</dcterms:created>
  <dcterms:modified xsi:type="dcterms:W3CDTF">2023-01-17T08:50:00Z</dcterms:modified>
  <cp:category>Exos Word 2007</cp:category>
</cp:coreProperties>
</file>